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</w:rPr>
        <w:t>：</w:t>
      </w:r>
    </w:p>
    <w:p>
      <w:pPr>
        <w:widowControl/>
        <w:spacing w:line="600" w:lineRule="exact"/>
        <w:jc w:val="center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盐城市口腔医院</w:t>
      </w:r>
      <w:r>
        <w:rPr>
          <w:rFonts w:ascii="黑体" w:hAnsi="黑体" w:eastAsia="黑体" w:cs="宋体"/>
          <w:color w:val="000000"/>
          <w:kern w:val="0"/>
          <w:sz w:val="30"/>
          <w:szCs w:val="30"/>
        </w:rPr>
        <w:t>201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年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eastAsia="zh-CN"/>
        </w:rPr>
        <w:t>上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半年公开招聘编外工作人员报名登记表</w:t>
      </w:r>
    </w:p>
    <w:p>
      <w:pPr>
        <w:widowControl/>
        <w:spacing w:line="500" w:lineRule="exact"/>
        <w:jc w:val="center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t xml:space="preserve">                                        201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年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月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日</w:t>
      </w:r>
    </w:p>
    <w:tbl>
      <w:tblPr>
        <w:tblStyle w:val="10"/>
        <w:tblW w:w="98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89"/>
        <w:gridCol w:w="323"/>
        <w:gridCol w:w="113"/>
        <w:gridCol w:w="437"/>
        <w:gridCol w:w="533"/>
        <w:gridCol w:w="830"/>
        <w:gridCol w:w="666"/>
        <w:gridCol w:w="98"/>
        <w:gridCol w:w="146"/>
        <w:gridCol w:w="617"/>
        <w:gridCol w:w="134"/>
        <w:gridCol w:w="629"/>
        <w:gridCol w:w="404"/>
        <w:gridCol w:w="358"/>
        <w:gridCol w:w="165"/>
        <w:gridCol w:w="601"/>
        <w:gridCol w:w="909"/>
        <w:gridCol w:w="769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8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495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7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675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8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ind w:firstLine="31680" w:firstLineChars="2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495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9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号码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第一学历</w:t>
            </w:r>
          </w:p>
        </w:tc>
        <w:tc>
          <w:tcPr>
            <w:tcW w:w="962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学校</w:t>
            </w:r>
          </w:p>
        </w:tc>
        <w:tc>
          <w:tcPr>
            <w:tcW w:w="2273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8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最高学历</w:t>
            </w:r>
          </w:p>
        </w:tc>
        <w:tc>
          <w:tcPr>
            <w:tcW w:w="962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学校</w:t>
            </w:r>
          </w:p>
        </w:tc>
        <w:tc>
          <w:tcPr>
            <w:tcW w:w="2273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身高</w:t>
            </w:r>
          </w:p>
        </w:tc>
        <w:tc>
          <w:tcPr>
            <w:tcW w:w="115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842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现专业技术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资格</w:t>
            </w:r>
          </w:p>
        </w:tc>
        <w:tc>
          <w:tcPr>
            <w:tcW w:w="2273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08" w:type="dxa"/>
            <w:gridSpan w:val="7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现专业技术资格取得时间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8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家庭地址</w:t>
            </w:r>
          </w:p>
        </w:tc>
        <w:tc>
          <w:tcPr>
            <w:tcW w:w="3235" w:type="dxa"/>
            <w:gridSpan w:val="9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2157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特长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405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报考岗位</w:t>
            </w:r>
          </w:p>
        </w:tc>
        <w:tc>
          <w:tcPr>
            <w:tcW w:w="2466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28" w:type="dxa"/>
            <w:gridSpan w:val="6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报考岗位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代码</w:t>
            </w:r>
          </w:p>
        </w:tc>
        <w:tc>
          <w:tcPr>
            <w:tcW w:w="3961" w:type="dxa"/>
            <w:gridSpan w:val="6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  <w:jc w:val="center"/>
        </w:trPr>
        <w:tc>
          <w:tcPr>
            <w:tcW w:w="96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ind w:left="113" w:right="113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简历（从高中填起）</w:t>
            </w:r>
          </w:p>
        </w:tc>
        <w:tc>
          <w:tcPr>
            <w:tcW w:w="8891" w:type="dxa"/>
            <w:gridSpan w:val="18"/>
          </w:tcPr>
          <w:p>
            <w:pPr>
              <w:widowControl/>
              <w:spacing w:before="100" w:beforeAutospacing="1" w:after="100" w:afterAutospacing="1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  <w:jc w:val="center"/>
        </w:trPr>
        <w:tc>
          <w:tcPr>
            <w:tcW w:w="969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奖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惩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情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况</w:t>
            </w:r>
          </w:p>
        </w:tc>
        <w:tc>
          <w:tcPr>
            <w:tcW w:w="8891" w:type="dxa"/>
            <w:gridSpan w:val="18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29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接受报名</w:t>
            </w:r>
            <w:r>
              <w:rPr>
                <w:rFonts w:ascii="仿宋_GB2312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人签名</w:t>
            </w:r>
            <w:r>
              <w:rPr>
                <w:rFonts w:ascii="仿宋_GB2312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2677" w:type="dxa"/>
            <w:gridSpan w:val="6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53" w:type="dxa"/>
            <w:gridSpan w:val="7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报名人员</w:t>
            </w:r>
            <w:r>
              <w:rPr>
                <w:rFonts w:ascii="仿宋_GB2312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确认签名</w:t>
            </w:r>
          </w:p>
        </w:tc>
        <w:tc>
          <w:tcPr>
            <w:tcW w:w="3438" w:type="dxa"/>
            <w:gridSpan w:val="4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88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01D"/>
    <w:rsid w:val="00051005"/>
    <w:rsid w:val="00054F94"/>
    <w:rsid w:val="0006777E"/>
    <w:rsid w:val="00080F0C"/>
    <w:rsid w:val="000B6548"/>
    <w:rsid w:val="000C6CB5"/>
    <w:rsid w:val="000D3219"/>
    <w:rsid w:val="00124D53"/>
    <w:rsid w:val="0013480C"/>
    <w:rsid w:val="00152CF3"/>
    <w:rsid w:val="0016391D"/>
    <w:rsid w:val="001878DE"/>
    <w:rsid w:val="001A57EA"/>
    <w:rsid w:val="001A5DF6"/>
    <w:rsid w:val="001A6DAE"/>
    <w:rsid w:val="001B2F86"/>
    <w:rsid w:val="001C737A"/>
    <w:rsid w:val="001F147E"/>
    <w:rsid w:val="00245F75"/>
    <w:rsid w:val="00281ADF"/>
    <w:rsid w:val="002974CE"/>
    <w:rsid w:val="002A7958"/>
    <w:rsid w:val="002C4BE4"/>
    <w:rsid w:val="002D274D"/>
    <w:rsid w:val="0030255D"/>
    <w:rsid w:val="00315AAF"/>
    <w:rsid w:val="00321BA6"/>
    <w:rsid w:val="00324983"/>
    <w:rsid w:val="0036106B"/>
    <w:rsid w:val="0037401D"/>
    <w:rsid w:val="003E6599"/>
    <w:rsid w:val="003F42C7"/>
    <w:rsid w:val="00442F3D"/>
    <w:rsid w:val="00491688"/>
    <w:rsid w:val="00496F8A"/>
    <w:rsid w:val="004A71E0"/>
    <w:rsid w:val="004B020F"/>
    <w:rsid w:val="004B60EE"/>
    <w:rsid w:val="00502177"/>
    <w:rsid w:val="00507F87"/>
    <w:rsid w:val="0054516B"/>
    <w:rsid w:val="005534CB"/>
    <w:rsid w:val="00553E5B"/>
    <w:rsid w:val="005B3520"/>
    <w:rsid w:val="005B6A41"/>
    <w:rsid w:val="005C778D"/>
    <w:rsid w:val="005F15A0"/>
    <w:rsid w:val="0061438A"/>
    <w:rsid w:val="0068033E"/>
    <w:rsid w:val="006B396D"/>
    <w:rsid w:val="006E4BC5"/>
    <w:rsid w:val="006F534E"/>
    <w:rsid w:val="00704FF5"/>
    <w:rsid w:val="00712D2B"/>
    <w:rsid w:val="007217DA"/>
    <w:rsid w:val="007226E5"/>
    <w:rsid w:val="007313B2"/>
    <w:rsid w:val="00740164"/>
    <w:rsid w:val="007639F2"/>
    <w:rsid w:val="007B3A6E"/>
    <w:rsid w:val="00866B48"/>
    <w:rsid w:val="008769EC"/>
    <w:rsid w:val="008876A9"/>
    <w:rsid w:val="008B6F1F"/>
    <w:rsid w:val="00920F70"/>
    <w:rsid w:val="00937BE1"/>
    <w:rsid w:val="009A1575"/>
    <w:rsid w:val="009B3398"/>
    <w:rsid w:val="009D6A4C"/>
    <w:rsid w:val="00A171E7"/>
    <w:rsid w:val="00A245C0"/>
    <w:rsid w:val="00A755FE"/>
    <w:rsid w:val="00A90637"/>
    <w:rsid w:val="00AF0366"/>
    <w:rsid w:val="00AF64AE"/>
    <w:rsid w:val="00B1620F"/>
    <w:rsid w:val="00B23C07"/>
    <w:rsid w:val="00B27DAF"/>
    <w:rsid w:val="00B45A58"/>
    <w:rsid w:val="00B5166D"/>
    <w:rsid w:val="00B95536"/>
    <w:rsid w:val="00BB3143"/>
    <w:rsid w:val="00BC6425"/>
    <w:rsid w:val="00BF7761"/>
    <w:rsid w:val="00C1079E"/>
    <w:rsid w:val="00C12645"/>
    <w:rsid w:val="00C30E47"/>
    <w:rsid w:val="00C428D6"/>
    <w:rsid w:val="00C60178"/>
    <w:rsid w:val="00CA3448"/>
    <w:rsid w:val="00CA52E6"/>
    <w:rsid w:val="00CB2004"/>
    <w:rsid w:val="00CE40DF"/>
    <w:rsid w:val="00CF0FC8"/>
    <w:rsid w:val="00CF1B0A"/>
    <w:rsid w:val="00D61D0B"/>
    <w:rsid w:val="00D8156E"/>
    <w:rsid w:val="00D833FB"/>
    <w:rsid w:val="00D9796F"/>
    <w:rsid w:val="00DC499A"/>
    <w:rsid w:val="00DD0C33"/>
    <w:rsid w:val="00DD2855"/>
    <w:rsid w:val="00DD7616"/>
    <w:rsid w:val="00E65E67"/>
    <w:rsid w:val="00E748F0"/>
    <w:rsid w:val="00E8482E"/>
    <w:rsid w:val="00E95F31"/>
    <w:rsid w:val="00F1145D"/>
    <w:rsid w:val="00F2256A"/>
    <w:rsid w:val="00F4364A"/>
    <w:rsid w:val="00F82B83"/>
    <w:rsid w:val="00F87739"/>
    <w:rsid w:val="00F92711"/>
    <w:rsid w:val="00FD06FA"/>
    <w:rsid w:val="07A17C00"/>
    <w:rsid w:val="08B53323"/>
    <w:rsid w:val="09A975D1"/>
    <w:rsid w:val="10CA6AB7"/>
    <w:rsid w:val="121F0E3B"/>
    <w:rsid w:val="142246A6"/>
    <w:rsid w:val="172C6F52"/>
    <w:rsid w:val="1FC00A6D"/>
    <w:rsid w:val="216057B9"/>
    <w:rsid w:val="225F276C"/>
    <w:rsid w:val="23D77611"/>
    <w:rsid w:val="26470E1B"/>
    <w:rsid w:val="2B912724"/>
    <w:rsid w:val="2E7201E0"/>
    <w:rsid w:val="2EA82E73"/>
    <w:rsid w:val="306E0880"/>
    <w:rsid w:val="307A3665"/>
    <w:rsid w:val="35D469E2"/>
    <w:rsid w:val="390A74A7"/>
    <w:rsid w:val="39333F05"/>
    <w:rsid w:val="3AD73D9B"/>
    <w:rsid w:val="3CA03A28"/>
    <w:rsid w:val="43A40A60"/>
    <w:rsid w:val="48BD30F6"/>
    <w:rsid w:val="4B536419"/>
    <w:rsid w:val="4F0A05C6"/>
    <w:rsid w:val="538E400C"/>
    <w:rsid w:val="55AD04E2"/>
    <w:rsid w:val="589718D6"/>
    <w:rsid w:val="59B749E1"/>
    <w:rsid w:val="6230098B"/>
    <w:rsid w:val="632D6614"/>
    <w:rsid w:val="656B4311"/>
    <w:rsid w:val="6F9916DC"/>
    <w:rsid w:val="74F718DE"/>
    <w:rsid w:val="780F18CE"/>
    <w:rsid w:val="78E343CE"/>
    <w:rsid w:val="7AA30831"/>
    <w:rsid w:val="7D2A779C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nhideWhenUsed="0" w:uiPriority="99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iPriority w:val="99"/>
    <w:pPr>
      <w:ind w:left="100" w:leftChars="2500"/>
    </w:pPr>
  </w:style>
  <w:style w:type="paragraph" w:styleId="3">
    <w:name w:val="Balloon Text"/>
    <w:basedOn w:val="1"/>
    <w:link w:val="13"/>
    <w:semiHidden/>
    <w:uiPriority w:val="99"/>
    <w:rPr>
      <w:sz w:val="18"/>
      <w:szCs w:val="18"/>
    </w:rPr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FollowedHyperlink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styleId="9">
    <w:name w:val="Hyperlink"/>
    <w:basedOn w:val="7"/>
    <w:semiHidden/>
    <w:uiPriority w:val="99"/>
    <w:rPr>
      <w:rFonts w:cs="Times New Roman"/>
      <w:color w:val="333333"/>
      <w:u w:val="none"/>
    </w:rPr>
  </w:style>
  <w:style w:type="table" w:styleId="11">
    <w:name w:val="Table Grid"/>
    <w:basedOn w:val="10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Date Char"/>
    <w:basedOn w:val="7"/>
    <w:link w:val="2"/>
    <w:semiHidden/>
    <w:locked/>
    <w:uiPriority w:val="99"/>
    <w:rPr>
      <w:rFonts w:cs="Times New Roman"/>
    </w:rPr>
  </w:style>
  <w:style w:type="character" w:customStyle="1" w:styleId="13">
    <w:name w:val="Balloon Text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Footer Char"/>
    <w:basedOn w:val="7"/>
    <w:link w:val="4"/>
    <w:locked/>
    <w:uiPriority w:val="99"/>
    <w:rPr>
      <w:rFonts w:cs="Times New Roman"/>
      <w:sz w:val="18"/>
      <w:szCs w:val="18"/>
    </w:rPr>
  </w:style>
  <w:style w:type="character" w:customStyle="1" w:styleId="15">
    <w:name w:val="Header Char"/>
    <w:basedOn w:val="7"/>
    <w:link w:val="5"/>
    <w:semiHidden/>
    <w:locked/>
    <w:uiPriority w:val="99"/>
    <w:rPr>
      <w:rFonts w:cs="Times New Roman"/>
      <w:sz w:val="18"/>
      <w:szCs w:val="18"/>
    </w:rPr>
  </w:style>
  <w:style w:type="paragraph" w:customStyle="1" w:styleId="16">
    <w:name w:val="List Paragraph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</Company>
  <Pages>1</Pages>
  <Words>42</Words>
  <Characters>241</Characters>
  <Lines>0</Lines>
  <Paragraphs>0</Paragraphs>
  <TotalTime>0</TotalTime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2015-02-25T06:12:00Z</dcterms:created>
  <dc:creator>USER</dc:creator>
  <cp:lastModifiedBy>Administrator</cp:lastModifiedBy>
  <cp:lastPrinted>2018-07-04T01:44:00Z</cp:lastPrinted>
  <dcterms:modified xsi:type="dcterms:W3CDTF">2019-05-17T00:26:18Z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